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44BA9" w14:textId="6E53AD39"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14:paraId="07A44BAC" w14:textId="77777777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4BAA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4BAB" w14:textId="77777777" w:rsidR="00C50CDB" w:rsidRPr="00C50CDB" w:rsidRDefault="003437A6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437A6">
              <w:rPr>
                <w:b/>
                <w:sz w:val="26"/>
                <w:szCs w:val="26"/>
                <w:lang w:val="en-US"/>
              </w:rPr>
              <w:t>203B_230</w:t>
            </w:r>
          </w:p>
        </w:tc>
      </w:tr>
      <w:tr w:rsidR="00C50CDB" w14:paraId="07A44BAF" w14:textId="77777777" w:rsidTr="003437A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4BAD" w14:textId="77777777"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4BAE" w14:textId="77777777" w:rsidR="00C50CDB" w:rsidRPr="003437A6" w:rsidRDefault="003437A6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437A6">
              <w:rPr>
                <w:b/>
                <w:sz w:val="26"/>
                <w:szCs w:val="26"/>
                <w:lang w:val="en-US"/>
              </w:rPr>
              <w:t>2011801</w:t>
            </w:r>
          </w:p>
        </w:tc>
      </w:tr>
    </w:tbl>
    <w:p w14:paraId="07A44BB0" w14:textId="1B2959CC"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</w:p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9624F4" w14:paraId="3F8EF3C9" w14:textId="77777777" w:rsidTr="0053733C">
        <w:trPr>
          <w:jc w:val="right"/>
        </w:trPr>
        <w:tc>
          <w:tcPr>
            <w:tcW w:w="5500" w:type="dxa"/>
            <w:hideMark/>
          </w:tcPr>
          <w:p w14:paraId="504343DA" w14:textId="77777777" w:rsidR="009624F4" w:rsidRDefault="009624F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9624F4" w:rsidRPr="006A2A48" w14:paraId="1A5A1448" w14:textId="77777777" w:rsidTr="0053733C">
        <w:trPr>
          <w:jc w:val="right"/>
        </w:trPr>
        <w:tc>
          <w:tcPr>
            <w:tcW w:w="5500" w:type="dxa"/>
            <w:hideMark/>
          </w:tcPr>
          <w:p w14:paraId="6A2B4DF1" w14:textId="77777777" w:rsidR="009624F4" w:rsidRPr="006A2A48" w:rsidRDefault="009624F4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9624F4" w:rsidRPr="006A2A48" w14:paraId="11484105" w14:textId="77777777" w:rsidTr="0053733C">
        <w:trPr>
          <w:jc w:val="right"/>
        </w:trPr>
        <w:tc>
          <w:tcPr>
            <w:tcW w:w="5500" w:type="dxa"/>
            <w:hideMark/>
          </w:tcPr>
          <w:p w14:paraId="0CC8E00E" w14:textId="77777777" w:rsidR="009624F4" w:rsidRPr="006A2A48" w:rsidRDefault="009624F4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9624F4" w:rsidRPr="006A2A48" w14:paraId="58ECC616" w14:textId="77777777" w:rsidTr="0053733C">
        <w:trPr>
          <w:jc w:val="right"/>
        </w:trPr>
        <w:tc>
          <w:tcPr>
            <w:tcW w:w="5500" w:type="dxa"/>
            <w:hideMark/>
          </w:tcPr>
          <w:p w14:paraId="1BF31EAE" w14:textId="77777777" w:rsidR="009624F4" w:rsidRPr="006A2A48" w:rsidRDefault="009624F4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9624F4" w14:paraId="31B44BFF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0E7821C5" w14:textId="77777777" w:rsidR="009624F4" w:rsidRDefault="009624F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9624F4" w:rsidRPr="006A2A48" w14:paraId="28054C7A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6CD44FC6" w14:textId="77777777" w:rsidR="009624F4" w:rsidRPr="006A2A48" w:rsidRDefault="009624F4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7A44BB6" w14:textId="77777777" w:rsidR="00C50CDB" w:rsidRPr="00CB6078" w:rsidRDefault="00C50CDB" w:rsidP="00C50CDB"/>
    <w:p w14:paraId="07A44BB7" w14:textId="77777777" w:rsidR="00C50CDB" w:rsidRPr="00CB6078" w:rsidRDefault="00C50CDB" w:rsidP="00C50CDB"/>
    <w:p w14:paraId="07A44BB8" w14:textId="77777777"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07A44BB9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D36E8">
        <w:rPr>
          <w:b/>
          <w:sz w:val="26"/>
          <w:szCs w:val="26"/>
        </w:rPr>
        <w:t>(</w:t>
      </w:r>
      <w:r w:rsidR="00626588" w:rsidRPr="003A25FC">
        <w:rPr>
          <w:b/>
          <w:sz w:val="26"/>
          <w:szCs w:val="26"/>
        </w:rPr>
        <w:t>Болт М6х30</w:t>
      </w:r>
      <w:r w:rsidR="006D36E8">
        <w:rPr>
          <w:b/>
          <w:sz w:val="26"/>
          <w:szCs w:val="26"/>
        </w:rPr>
        <w:t>)</w:t>
      </w:r>
      <w:r w:rsidR="003A25FC">
        <w:rPr>
          <w:b/>
          <w:sz w:val="26"/>
          <w:szCs w:val="26"/>
        </w:rPr>
        <w:t xml:space="preserve">.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7A44BBA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7A44BBB" w14:textId="77777777" w:rsidR="006D36E8" w:rsidRDefault="006D36E8" w:rsidP="006D36E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7A44BBC" w14:textId="77777777" w:rsidR="006D36E8" w:rsidRDefault="006D36E8" w:rsidP="006D36E8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07A44BBD" w14:textId="77777777" w:rsidR="006D36E8" w:rsidRDefault="006D36E8" w:rsidP="006D36E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7A44BBE" w14:textId="77777777" w:rsidR="006D36E8" w:rsidRDefault="006D36E8" w:rsidP="006D36E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7A44BBF" w14:textId="77777777" w:rsidR="006D36E8" w:rsidRDefault="006D36E8" w:rsidP="006D36E8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7A44BC0" w14:textId="77777777" w:rsidR="006D36E8" w:rsidRDefault="006D36E8" w:rsidP="006D36E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7A44BC1" w14:textId="77777777" w:rsidR="006D36E8" w:rsidRDefault="006D36E8" w:rsidP="006D36E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7A44BC2" w14:textId="77777777" w:rsidR="006D36E8" w:rsidRDefault="006D36E8" w:rsidP="006D36E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7A44BC3" w14:textId="77777777" w:rsidR="006D36E8" w:rsidRDefault="006D36E8" w:rsidP="006D36E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7A44BC4" w14:textId="77777777" w:rsidR="006D36E8" w:rsidRDefault="006D36E8" w:rsidP="006D36E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7A44BC5" w14:textId="77777777" w:rsidR="006D36E8" w:rsidRDefault="006D36E8" w:rsidP="006D36E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7A44BC6" w14:textId="28CC2C94" w:rsidR="006D36E8" w:rsidRDefault="006D36E8" w:rsidP="006D36E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9624F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7A44BC7" w14:textId="77777777" w:rsidR="006D36E8" w:rsidRDefault="006D36E8" w:rsidP="006D36E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7A44BC8" w14:textId="77777777" w:rsidR="006D36E8" w:rsidRDefault="006D36E8" w:rsidP="006D36E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7A44BC9" w14:textId="77777777" w:rsidR="006D36E8" w:rsidRDefault="006D36E8" w:rsidP="006D36E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7A44BCA" w14:textId="77777777" w:rsidR="006D36E8" w:rsidRDefault="006D36E8" w:rsidP="006D36E8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07A44BCB" w14:textId="77777777" w:rsidR="006D36E8" w:rsidRDefault="006D36E8" w:rsidP="006D36E8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7A44BCC" w14:textId="77777777" w:rsidR="006D36E8" w:rsidRDefault="006D36E8" w:rsidP="006D36E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7A44BCD" w14:textId="77777777" w:rsidR="006D36E8" w:rsidRDefault="006D36E8" w:rsidP="006D36E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7A44BCE" w14:textId="77777777" w:rsidR="006D36E8" w:rsidRDefault="006D36E8" w:rsidP="006D36E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7A44BCF" w14:textId="77777777" w:rsidR="006D36E8" w:rsidRDefault="006D36E8" w:rsidP="006D36E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07A44BD0" w14:textId="77777777" w:rsidR="006D36E8" w:rsidRDefault="006D36E8" w:rsidP="006D36E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7A44BD1" w14:textId="77777777" w:rsidR="006D36E8" w:rsidRDefault="006D36E8" w:rsidP="006D36E8">
      <w:pPr>
        <w:spacing w:line="276" w:lineRule="auto"/>
        <w:rPr>
          <w:sz w:val="24"/>
          <w:szCs w:val="24"/>
        </w:rPr>
      </w:pPr>
    </w:p>
    <w:p w14:paraId="07A44BD2" w14:textId="77777777" w:rsidR="006D36E8" w:rsidRDefault="006D36E8" w:rsidP="006D36E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7A44BD3" w14:textId="77777777" w:rsidR="006D36E8" w:rsidRDefault="006D36E8" w:rsidP="006D36E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7A44BD4" w14:textId="77777777" w:rsidR="006D36E8" w:rsidRDefault="006D36E8" w:rsidP="006D36E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7A44BD5" w14:textId="77777777" w:rsidR="006D36E8" w:rsidRDefault="006D36E8" w:rsidP="006D36E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7A44BD6" w14:textId="77777777" w:rsidR="006D36E8" w:rsidRDefault="006D36E8" w:rsidP="006D36E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7A44BD7" w14:textId="77777777" w:rsidR="006D36E8" w:rsidRDefault="006D36E8" w:rsidP="006D36E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7A44BD8" w14:textId="77777777" w:rsidR="006D36E8" w:rsidRDefault="006D36E8" w:rsidP="006D36E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7A44BD9" w14:textId="77777777" w:rsidR="006D36E8" w:rsidRDefault="006D36E8" w:rsidP="006D36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7A44BDA" w14:textId="77777777" w:rsidR="006D36E8" w:rsidRDefault="006D36E8" w:rsidP="006D36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7A44BDB" w14:textId="77777777" w:rsidR="006D36E8" w:rsidRDefault="006D36E8" w:rsidP="006D36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7A44BDC" w14:textId="77777777" w:rsidR="006D36E8" w:rsidRDefault="006D36E8" w:rsidP="006D36E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7A44BDD" w14:textId="77777777" w:rsidR="006D36E8" w:rsidRDefault="006D36E8" w:rsidP="006D36E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7A44BDE" w14:textId="77777777" w:rsidR="006D36E8" w:rsidRDefault="006D36E8" w:rsidP="006D36E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7A44BDF" w14:textId="77777777" w:rsidR="006D36E8" w:rsidRDefault="006D36E8" w:rsidP="006D36E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7A44BE0" w14:textId="3F200C1B" w:rsidR="006D36E8" w:rsidRDefault="006D36E8" w:rsidP="006D36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9624F4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7A44BE1" w14:textId="77777777" w:rsidR="006D36E8" w:rsidRDefault="006D36E8" w:rsidP="006D36E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7A44BE2" w14:textId="77777777" w:rsidR="006D36E8" w:rsidRDefault="006D36E8" w:rsidP="006D36E8">
      <w:pPr>
        <w:rPr>
          <w:sz w:val="26"/>
          <w:szCs w:val="26"/>
        </w:rPr>
      </w:pPr>
    </w:p>
    <w:p w14:paraId="07A44BE3" w14:textId="77777777" w:rsidR="006D36E8" w:rsidRDefault="006D36E8" w:rsidP="006D36E8">
      <w:pPr>
        <w:rPr>
          <w:sz w:val="26"/>
          <w:szCs w:val="26"/>
        </w:rPr>
      </w:pPr>
    </w:p>
    <w:p w14:paraId="3DCC5D32" w14:textId="77777777" w:rsidR="009624F4" w:rsidRPr="00CB6078" w:rsidRDefault="009624F4" w:rsidP="009624F4">
      <w:pPr>
        <w:ind w:firstLine="0"/>
        <w:rPr>
          <w:sz w:val="22"/>
          <w:szCs w:val="22"/>
        </w:rPr>
      </w:pPr>
      <w:bookmarkStart w:id="0" w:name="_GoBack"/>
      <w:bookmarkEnd w:id="0"/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64202040" w14:textId="77777777" w:rsidR="009624F4" w:rsidRPr="00CB6078" w:rsidRDefault="009624F4" w:rsidP="009624F4">
      <w:pPr>
        <w:ind w:firstLine="0"/>
        <w:rPr>
          <w:sz w:val="26"/>
          <w:szCs w:val="26"/>
        </w:rPr>
      </w:pPr>
    </w:p>
    <w:p w14:paraId="07A44BE6" w14:textId="77777777" w:rsidR="008F73A3" w:rsidRPr="00697DC5" w:rsidRDefault="008F73A3" w:rsidP="006D36E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575BB" w14:textId="77777777" w:rsidR="00063235" w:rsidRDefault="00063235">
      <w:r>
        <w:separator/>
      </w:r>
    </w:p>
  </w:endnote>
  <w:endnote w:type="continuationSeparator" w:id="0">
    <w:p w14:paraId="21F4FE5D" w14:textId="77777777" w:rsidR="00063235" w:rsidRDefault="0006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F5E69" w14:textId="77777777" w:rsidR="00063235" w:rsidRDefault="00063235">
      <w:r>
        <w:separator/>
      </w:r>
    </w:p>
  </w:footnote>
  <w:footnote w:type="continuationSeparator" w:id="0">
    <w:p w14:paraId="6225D0F3" w14:textId="77777777" w:rsidR="00063235" w:rsidRDefault="00063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44BEB" w14:textId="77777777"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7A44BE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8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3235"/>
    <w:rsid w:val="00064749"/>
    <w:rsid w:val="00071958"/>
    <w:rsid w:val="0007491B"/>
    <w:rsid w:val="000766E4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37A6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5FC"/>
    <w:rsid w:val="003A2F10"/>
    <w:rsid w:val="003A4892"/>
    <w:rsid w:val="003A7A79"/>
    <w:rsid w:val="003A7DDA"/>
    <w:rsid w:val="003B0588"/>
    <w:rsid w:val="003B0B7B"/>
    <w:rsid w:val="003B35F9"/>
    <w:rsid w:val="003B3F9A"/>
    <w:rsid w:val="003B48A1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5CA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588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5B2"/>
    <w:rsid w:val="006D07ED"/>
    <w:rsid w:val="006D1137"/>
    <w:rsid w:val="006D1836"/>
    <w:rsid w:val="006D1941"/>
    <w:rsid w:val="006D24D6"/>
    <w:rsid w:val="006D265E"/>
    <w:rsid w:val="006D36E8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4129"/>
    <w:rsid w:val="00846313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DD1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82B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24F4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35F2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991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041E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44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0655-896F-4FF3-BF15-D5E7D229E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0D055D-D345-4A2D-B106-544F70AEA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CFC300-DEEB-49C8-957C-0E26F35DA7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2459C4A-A0EA-49BF-B20B-15069700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2016-09-28T08:28:00Z</dcterms:created>
  <dcterms:modified xsi:type="dcterms:W3CDTF">2016-09-28T10:25:00Z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